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175F5" w14:textId="2C1706AE" w:rsidR="005758C3" w:rsidRDefault="005758C3" w:rsidP="005758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>Załącznik nr 1.5 do Zarządzenia Rektora UR  nr 12/2019</w:t>
      </w:r>
    </w:p>
    <w:p w14:paraId="4C148FE1" w14:textId="4BAFA95F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E08F37" w14:textId="451BD26F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D55023">
        <w:rPr>
          <w:rFonts w:ascii="Corbel" w:hAnsi="Corbel"/>
          <w:i/>
          <w:smallCaps/>
          <w:sz w:val="24"/>
          <w:szCs w:val="24"/>
        </w:rPr>
        <w:t>2019-2022</w:t>
      </w:r>
    </w:p>
    <w:p w14:paraId="2478A58E" w14:textId="1A26108A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5502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55023">
        <w:rPr>
          <w:rFonts w:ascii="Corbel" w:hAnsi="Corbel"/>
          <w:sz w:val="20"/>
          <w:szCs w:val="20"/>
        </w:rPr>
        <w:t>2</w:t>
      </w:r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006B791E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006B791E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2891">
              <w:rPr>
                <w:rFonts w:ascii="Corbel" w:hAnsi="Corbel"/>
                <w:b w:val="0"/>
                <w:sz w:val="24"/>
                <w:szCs w:val="24"/>
              </w:rPr>
              <w:t>E/I/GFiR/C-1.6b</w:t>
            </w:r>
          </w:p>
        </w:tc>
      </w:tr>
      <w:tr w:rsidR="0085747A" w:rsidRPr="009C54AE" w14:paraId="127CA5E9" w14:textId="77777777" w:rsidTr="006B791E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006B791E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006B791E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006B791E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006B791E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EAB7AA" w14:textId="77777777" w:rsidTr="006B791E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5B07F412" w:rsidR="0085747A" w:rsidRPr="00FA5988" w:rsidRDefault="00FA5988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98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0BDB219" w14:textId="77777777" w:rsidTr="006B791E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006B791E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006B791E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006B791E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006B791E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0766FE22" w:rsidR="00015B8F" w:rsidRPr="009C54AE" w:rsidRDefault="00FA59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6D7499D" w:rsidR="00B67E6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FA59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FA59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FA59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3956DE41" w:rsidR="00865081" w:rsidRPr="009C54AE" w:rsidRDefault="00FA5988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4CC49184" w:rsidR="00865081" w:rsidRPr="009C54AE" w:rsidRDefault="00FA5988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Ł., Zarządzanie nieruchomościami – praktyczny poradnik, ODiDK,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89F3C" w14:textId="77777777" w:rsidR="00A25044" w:rsidRDefault="00A25044" w:rsidP="00C16ABF">
      <w:pPr>
        <w:spacing w:after="0" w:line="240" w:lineRule="auto"/>
      </w:pPr>
      <w:r>
        <w:separator/>
      </w:r>
    </w:p>
  </w:endnote>
  <w:endnote w:type="continuationSeparator" w:id="0">
    <w:p w14:paraId="3412EF98" w14:textId="77777777" w:rsidR="00A25044" w:rsidRDefault="00A250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C86A6" w14:textId="77777777" w:rsidR="00A25044" w:rsidRDefault="00A25044" w:rsidP="00C16ABF">
      <w:pPr>
        <w:spacing w:after="0" w:line="240" w:lineRule="auto"/>
      </w:pPr>
      <w:r>
        <w:separator/>
      </w:r>
    </w:p>
  </w:footnote>
  <w:footnote w:type="continuationSeparator" w:id="0">
    <w:p w14:paraId="22DBAAB1" w14:textId="77777777" w:rsidR="00A25044" w:rsidRDefault="00A2504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71958"/>
    <w:rsid w:val="00675843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25044"/>
    <w:rsid w:val="00A30110"/>
    <w:rsid w:val="00A36899"/>
    <w:rsid w:val="00A371F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023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974E8"/>
    <w:rsid w:val="00FA46E5"/>
    <w:rsid w:val="00FA5988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95F631-C0FA-4A91-B307-E9A9172C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7034B1-F5E8-414D-8A22-47FE2F78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795</Words>
  <Characters>4770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35</cp:revision>
  <cp:lastPrinted>2019-02-06T12:12:00Z</cp:lastPrinted>
  <dcterms:created xsi:type="dcterms:W3CDTF">2020-10-12T19:24:00Z</dcterms:created>
  <dcterms:modified xsi:type="dcterms:W3CDTF">2020-12-11T07:51:00Z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